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4AE1724-AF17-427E-A8F4-8787847760EF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